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877C4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22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DC5CA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6070217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24</w:t>
      </w:r>
      <w:r w:rsidR="00FA374B">
        <w:rPr>
          <w:rFonts w:ascii="Corbel" w:hAnsi="Corbel"/>
          <w:sz w:val="20"/>
          <w:szCs w:val="20"/>
        </w:rPr>
        <w:t>/202</w:t>
      </w:r>
      <w:r w:rsidR="00F97C96">
        <w:rPr>
          <w:rFonts w:ascii="Corbel" w:hAnsi="Corbel"/>
          <w:sz w:val="20"/>
          <w:szCs w:val="20"/>
        </w:rPr>
        <w:t>5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10142D3D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513C4BFC" w:rsidR="00015B8F" w:rsidRPr="009C54AE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3CCCDBF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Posiadanie podstawowych wiadomości z zakresu funkcjonowania podstawowych środowisk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1E1DD705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28B2040E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9CEA2F8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0AE53F20" w:rsidR="00DA33C7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74F013A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56C19078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D6B7C65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4F901EDC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086807E5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 xml:space="preserve"> i pozytywne zaliczenie tzw. „wejściówek”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przygotowanie oraz zaprezentowanie pracy projektowej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>, pozytywne zaliczenie egzaminu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9ACFDDD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D950C5D" w14:textId="6E127466" w:rsidR="00C61DC5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0568DC" w14:textId="55084E76" w:rsidR="00280BCE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421DED9" w14:textId="77777777" w:rsidR="00C61DC5" w:rsidRDefault="00280BCE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2A1E87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20019A59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767F82AA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0B77317F" w14:textId="77777777" w:rsidR="002A1E87" w:rsidRDefault="002A1E8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6E942A8D" w:rsidR="002A1E87" w:rsidRPr="009C54AE" w:rsidRDefault="0010202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77777777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37C35AA2" w14:textId="77777777" w:rsidR="002A1E87" w:rsidRPr="00D56FCE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</w:p>
          <w:p w14:paraId="5C78D529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22967DB5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2614D3E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9DCF7BF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5D194B61" w14:textId="77777777" w:rsidR="002A1E87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5D45BD2" w14:textId="77777777" w:rsidR="002A1E87" w:rsidRPr="006825A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4ED36B51" w14:textId="77777777" w:rsidR="002A1E87" w:rsidRPr="00F92043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2013.</w:t>
            </w:r>
          </w:p>
          <w:p w14:paraId="1FC8EF13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Anoreksja od A do Z. Poradnik dla nauczycieli                                       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F78F2" w14:textId="77777777" w:rsidR="0053778E" w:rsidRDefault="0053778E" w:rsidP="00C16ABF">
      <w:pPr>
        <w:spacing w:after="0" w:line="240" w:lineRule="auto"/>
      </w:pPr>
      <w:r>
        <w:separator/>
      </w:r>
    </w:p>
  </w:endnote>
  <w:endnote w:type="continuationSeparator" w:id="0">
    <w:p w14:paraId="61CB4BDD" w14:textId="77777777" w:rsidR="0053778E" w:rsidRDefault="005377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DDB62" w14:textId="77777777" w:rsidR="0053778E" w:rsidRDefault="0053778E" w:rsidP="00C16ABF">
      <w:pPr>
        <w:spacing w:after="0" w:line="240" w:lineRule="auto"/>
      </w:pPr>
      <w:r>
        <w:separator/>
      </w:r>
    </w:p>
  </w:footnote>
  <w:footnote w:type="continuationSeparator" w:id="0">
    <w:p w14:paraId="433F7BD4" w14:textId="77777777" w:rsidR="0053778E" w:rsidRDefault="0053778E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020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3778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C1D1D-D203-457E-8F0E-7439932B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173</TotalTime>
  <Pages>6</Pages>
  <Words>1403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2019-10-29T14:56:00Z</dcterms:created>
  <dcterms:modified xsi:type="dcterms:W3CDTF">2022-06-22T15:22:00Z</dcterms:modified>
</cp:coreProperties>
</file>